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F70AB">
        <w:rPr>
          <w:rFonts w:ascii="Corbel" w:hAnsi="Corbel"/>
          <w:b/>
          <w:smallCaps/>
          <w:sz w:val="24"/>
          <w:szCs w:val="24"/>
        </w:rPr>
        <w:t>20</w:t>
      </w:r>
      <w:r w:rsidR="00A26E08">
        <w:rPr>
          <w:rFonts w:ascii="Corbel" w:hAnsi="Corbel"/>
          <w:b/>
          <w:smallCaps/>
          <w:sz w:val="24"/>
          <w:szCs w:val="24"/>
        </w:rPr>
        <w:t>20</w:t>
      </w:r>
      <w:r w:rsidR="008F70AB">
        <w:rPr>
          <w:rFonts w:ascii="Corbel" w:hAnsi="Corbel"/>
          <w:b/>
          <w:smallCaps/>
          <w:sz w:val="24"/>
          <w:szCs w:val="24"/>
        </w:rPr>
        <w:t>/20</w:t>
      </w:r>
      <w:r w:rsidR="0005454B">
        <w:rPr>
          <w:rFonts w:ascii="Corbel" w:hAnsi="Corbel"/>
          <w:b/>
          <w:smallCaps/>
          <w:sz w:val="24"/>
          <w:szCs w:val="24"/>
        </w:rPr>
        <w:t>2</w:t>
      </w:r>
      <w:r w:rsidR="00A26E08">
        <w:rPr>
          <w:rFonts w:ascii="Corbel" w:hAnsi="Corbel"/>
          <w:b/>
          <w:smallCaps/>
          <w:sz w:val="24"/>
          <w:szCs w:val="24"/>
        </w:rPr>
        <w:t>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F70AB">
        <w:rPr>
          <w:rFonts w:ascii="Corbel" w:hAnsi="Corbel"/>
          <w:sz w:val="20"/>
          <w:szCs w:val="20"/>
        </w:rPr>
        <w:t>20</w:t>
      </w:r>
      <w:r w:rsidR="00A26E08">
        <w:rPr>
          <w:rFonts w:ascii="Corbel" w:hAnsi="Corbel"/>
          <w:sz w:val="20"/>
          <w:szCs w:val="20"/>
        </w:rPr>
        <w:t>20</w:t>
      </w:r>
      <w:r w:rsidR="008F70AB">
        <w:rPr>
          <w:rFonts w:ascii="Corbel" w:hAnsi="Corbel"/>
          <w:sz w:val="20"/>
          <w:szCs w:val="20"/>
        </w:rPr>
        <w:t>/202</w:t>
      </w:r>
      <w:r w:rsidR="00A26E08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B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B41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Przedszkolna i Wczesnoszkolna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81193" w:rsidP="00581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D97979">
              <w:rPr>
                <w:rFonts w:ascii="Corbel" w:hAnsi="Corbel"/>
                <w:b w:val="0"/>
                <w:sz w:val="24"/>
                <w:szCs w:val="24"/>
              </w:rPr>
              <w:t>III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dla nauczyc</w:t>
            </w:r>
            <w:r w:rsidR="00CE427A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eli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6F4631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9797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043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043D4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043D4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F408E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F408E">
        <w:rPr>
          <w:rFonts w:ascii="Corbel" w:hAnsi="Corbel"/>
          <w:b w:val="0"/>
          <w:smallCaps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 </w:t>
            </w:r>
            <w:r w:rsidR="000974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Podstawy psychologii ogólnej</w:t>
            </w:r>
            <w:r w:rsidR="0053444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do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dostarczanie podstawowej wiedzy z zakresu psychologii społecznej 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grup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 w:rsidRPr="005B254B">
              <w:rPr>
                <w:rFonts w:asciiTheme="minorHAnsi" w:hAnsiTheme="minorHAnsi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3F408E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  <w:tr w:rsidR="00D35B76" w:rsidRPr="005B254B" w:rsidTr="00E174FD">
        <w:tc>
          <w:tcPr>
            <w:tcW w:w="675" w:type="dxa"/>
            <w:vAlign w:val="center"/>
          </w:tcPr>
          <w:p w:rsidR="00D35B76" w:rsidRPr="005B254B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3F408E" w:rsidRDefault="00D35B76" w:rsidP="003F408E">
            <w:pPr>
              <w:spacing w:after="0"/>
              <w:rPr>
                <w:rFonts w:ascii="Corbel" w:eastAsia="Cambria" w:hAnsi="Corbel"/>
                <w:b/>
                <w:sz w:val="24"/>
                <w:szCs w:val="24"/>
              </w:rPr>
            </w:pPr>
            <w:r w:rsidRPr="003F408E">
              <w:rPr>
                <w:rFonts w:ascii="Corbel" w:hAnsi="Corbel"/>
                <w:bCs/>
                <w:sz w:val="24"/>
                <w:szCs w:val="24"/>
              </w:rPr>
              <w:t>s</w:t>
            </w:r>
            <w:r w:rsidRPr="003F408E">
              <w:rPr>
                <w:rFonts w:ascii="Corbel" w:hAnsi="Corbel"/>
                <w:noProof/>
                <w:sz w:val="24"/>
                <w:szCs w:val="24"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9C54AE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5B254B" w:rsidTr="00E174FD">
        <w:tc>
          <w:tcPr>
            <w:tcW w:w="1701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smallCaps w:val="0"/>
                <w:szCs w:val="24"/>
              </w:rPr>
              <w:t>EK</w:t>
            </w: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5B254B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 w:rsidRPr="005B254B">
              <w:rPr>
                <w:rFonts w:asciiTheme="minorHAnsi" w:hAnsi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Pr="005B254B">
              <w:rPr>
                <w:rFonts w:asciiTheme="minorHAnsi" w:hAnsiTheme="minorHAnsi"/>
                <w:smallCaps w:val="0"/>
                <w:szCs w:val="24"/>
              </w:rPr>
              <w:t>(KEK)</w:t>
            </w:r>
          </w:p>
        </w:tc>
      </w:tr>
      <w:tr w:rsidR="00CE427A" w:rsidRPr="00CE427A" w:rsidTr="00E174FD">
        <w:tc>
          <w:tcPr>
            <w:tcW w:w="1701" w:type="dxa"/>
          </w:tcPr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E427A" w:rsidRPr="00CE427A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CE427A" w:rsidRPr="00CE427A" w:rsidRDefault="00ED1A40" w:rsidP="00FE6D08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zdefiniuje </w:t>
            </w:r>
            <w:r w:rsidR="007F6577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ja społeczne</w:t>
            </w:r>
            <w:r w:rsidR="007F6577">
              <w:rPr>
                <w:rFonts w:ascii="Corbel" w:hAnsi="Corbel"/>
                <w:sz w:val="24"/>
                <w:szCs w:val="24"/>
              </w:rPr>
              <w:t>”</w:t>
            </w:r>
            <w:r>
              <w:rPr>
                <w:rFonts w:ascii="Corbel" w:hAnsi="Corbel"/>
                <w:sz w:val="24"/>
                <w:szCs w:val="24"/>
              </w:rPr>
              <w:t xml:space="preserve"> i wyjaśni jego relacje do otoczenia społecznego. </w:t>
            </w:r>
            <w:r w:rsidR="00BC4A5B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FE6D08">
              <w:rPr>
                <w:rFonts w:ascii="Corbel" w:hAnsi="Corbel"/>
                <w:sz w:val="24"/>
                <w:szCs w:val="24"/>
              </w:rPr>
              <w:t xml:space="preserve"> elementy „ja społecznego”: samoświadomość samowiedza.</w:t>
            </w:r>
            <w:r w:rsidR="002E2775">
              <w:rPr>
                <w:rFonts w:ascii="Corbel" w:hAnsi="Corbel"/>
                <w:sz w:val="24"/>
                <w:szCs w:val="24"/>
              </w:rPr>
              <w:t xml:space="preserve"> </w:t>
            </w:r>
            <w:r w:rsidR="00634A26" w:rsidRPr="00CE427A">
              <w:rPr>
                <w:rFonts w:ascii="Corbel" w:hAnsi="Corbel"/>
                <w:sz w:val="24"/>
                <w:szCs w:val="24"/>
              </w:rPr>
              <w:t xml:space="preserve">Wyjaśni reguły psychologiczne rządzące dynamiką grup </w:t>
            </w:r>
            <w:r w:rsidR="00634A26">
              <w:rPr>
                <w:rFonts w:ascii="Corbel" w:hAnsi="Corbel"/>
                <w:sz w:val="24"/>
                <w:szCs w:val="24"/>
              </w:rPr>
              <w:t xml:space="preserve">. </w:t>
            </w:r>
            <w:r w:rsidR="00CE427A" w:rsidRPr="00CE427A">
              <w:rPr>
                <w:rFonts w:ascii="Corbel" w:hAnsi="Corbel"/>
                <w:sz w:val="24"/>
                <w:szCs w:val="24"/>
              </w:rPr>
              <w:t>Student wymieni  zdefiniuje pojęcie stereotypów, uprzedzeń, empatii..  Student zdefiniuje pojęcie postawy, wymieni jej elementy oraz omówi proces kształtowania postaw</w:t>
            </w:r>
            <w:r w:rsidR="006C088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CE427A" w:rsidRPr="00CE427A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PPiW_W04</w:t>
            </w:r>
          </w:p>
          <w:p w:rsidR="00CE427A" w:rsidRPr="00CE427A" w:rsidRDefault="00CE427A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0776" w:rsidRPr="00CE427A" w:rsidRDefault="006C0883" w:rsidP="006C0883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Student wymieni i omówi elementy procesu komunikacji </w:t>
            </w: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Pr="00CE427A">
              <w:rPr>
                <w:rFonts w:ascii="Corbel" w:hAnsi="Corbel"/>
                <w:sz w:val="24"/>
                <w:szCs w:val="24"/>
              </w:rPr>
              <w:t>bariery w procesie komunikowania.</w:t>
            </w:r>
          </w:p>
        </w:tc>
        <w:tc>
          <w:tcPr>
            <w:tcW w:w="1873" w:type="dxa"/>
          </w:tcPr>
          <w:p w:rsidR="003C0776" w:rsidRPr="00CE427A" w:rsidRDefault="003C0776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PPiW_W17</w:t>
            </w:r>
          </w:p>
          <w:p w:rsidR="003C0776" w:rsidRPr="00CE427A" w:rsidRDefault="003C0776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2E2775" w:rsidP="00BA7D12">
            <w:pPr>
              <w:pStyle w:val="Default"/>
              <w:rPr>
                <w:rFonts w:ascii="Corbel" w:hAnsi="Corbel"/>
                <w:color w:val="auto"/>
              </w:rPr>
            </w:pPr>
            <w:r>
              <w:rPr>
                <w:rFonts w:ascii="Corbel" w:hAnsi="Corbel"/>
              </w:rPr>
              <w:t xml:space="preserve"> </w:t>
            </w:r>
            <w:r w:rsidR="00FE6D08">
              <w:rPr>
                <w:rFonts w:ascii="Corbel" w:hAnsi="Corbel"/>
              </w:rPr>
              <w:t>Student wymieni  omówi procesy ks</w:t>
            </w:r>
            <w:r w:rsidR="00BA7D12">
              <w:rPr>
                <w:rFonts w:ascii="Corbel" w:hAnsi="Corbel"/>
              </w:rPr>
              <w:t>z</w:t>
            </w:r>
            <w:r w:rsidR="00FE6D08">
              <w:rPr>
                <w:rFonts w:ascii="Corbel" w:hAnsi="Corbel"/>
              </w:rPr>
              <w:t xml:space="preserve">tałtowania </w:t>
            </w:r>
            <w:r w:rsidR="00BA7D12">
              <w:rPr>
                <w:rFonts w:ascii="Corbel" w:hAnsi="Corbel"/>
              </w:rPr>
              <w:t>elementów</w:t>
            </w:r>
            <w:r w:rsidR="00FE6D08">
              <w:rPr>
                <w:rFonts w:ascii="Corbel" w:hAnsi="Corbel"/>
              </w:rPr>
              <w:t xml:space="preserve"> „ja społecznego</w:t>
            </w:r>
            <w:r w:rsidR="00BA7D12">
              <w:rPr>
                <w:rFonts w:ascii="Corbel" w:hAnsi="Corbel"/>
              </w:rPr>
              <w:t xml:space="preserve">”: samoświadomości, </w:t>
            </w:r>
            <w:r w:rsidR="00FE6D08">
              <w:rPr>
                <w:rFonts w:ascii="Corbel" w:hAnsi="Corbel"/>
              </w:rPr>
              <w:t>samowiedz</w:t>
            </w:r>
            <w:r w:rsidR="00BA7D12">
              <w:rPr>
                <w:rFonts w:ascii="Corbel" w:hAnsi="Corbel"/>
              </w:rPr>
              <w:t>y</w:t>
            </w:r>
            <w:r w:rsidR="00FE6D08">
              <w:rPr>
                <w:rFonts w:ascii="Corbel" w:hAnsi="Corbel"/>
              </w:rPr>
              <w:t xml:space="preserve">. </w:t>
            </w:r>
            <w:r>
              <w:rPr>
                <w:rFonts w:ascii="Corbel" w:hAnsi="Corbel"/>
              </w:rPr>
              <w:t xml:space="preserve">Student scharakteryzuje elementy strukturalnej definicji grupy. </w:t>
            </w:r>
            <w:r w:rsidR="003C0776" w:rsidRPr="00CE427A">
              <w:rPr>
                <w:rFonts w:ascii="Corbel" w:hAnsi="Corbel"/>
                <w:color w:val="auto"/>
              </w:rPr>
              <w:t>Student scharakteryzuje  wpływ czynników społecznych na kształtowanie się i dynamikę grupy rówieśniczej. Poda przykłady zastosowania wiedzy z zakresu psychologii grup do wyjaśnienia zjawisk zachodzących w sytuacjach dydaktycznych.</w:t>
            </w:r>
            <w:r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:rsidR="003C0776" w:rsidRPr="00CE427A" w:rsidRDefault="003C0776" w:rsidP="00CE427A">
            <w:pPr>
              <w:pStyle w:val="Default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PPiW_U01</w:t>
            </w: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C0776" w:rsidRPr="00CE427A" w:rsidRDefault="003C0776" w:rsidP="000A32B5">
            <w:pPr>
              <w:pStyle w:val="Default"/>
              <w:rPr>
                <w:rFonts w:ascii="Corbel" w:hAnsi="Corbel"/>
                <w:color w:val="auto"/>
              </w:rPr>
            </w:pPr>
            <w:r w:rsidRPr="00CE427A">
              <w:rPr>
                <w:rFonts w:ascii="Corbel" w:hAnsi="Corbel"/>
                <w:color w:val="auto"/>
              </w:rPr>
              <w:t>Student zastosuje terminologię procesu komunikacji do opisu aktów komunikacji innych osób.</w:t>
            </w:r>
            <w:r w:rsidR="00402778">
              <w:rPr>
                <w:rFonts w:ascii="Corbel" w:hAnsi="Corbel"/>
                <w:color w:val="auto"/>
              </w:rPr>
              <w:t xml:space="preserve"> Student </w:t>
            </w:r>
            <w:r w:rsidR="002E2775">
              <w:rPr>
                <w:rFonts w:ascii="Corbel" w:hAnsi="Corbel"/>
                <w:color w:val="auto"/>
              </w:rPr>
              <w:t xml:space="preserve"> scharakteryzuje procesy tworzenia się grup </w:t>
            </w:r>
            <w:r w:rsidR="00BE2480">
              <w:rPr>
                <w:rFonts w:ascii="Corbel" w:hAnsi="Corbel"/>
                <w:color w:val="auto"/>
              </w:rPr>
              <w:t xml:space="preserve">oraz uprzedzeń i stereotypów. </w:t>
            </w:r>
            <w:r w:rsidR="000A32B5">
              <w:rPr>
                <w:rFonts w:ascii="Corbel" w:hAnsi="Corbel"/>
                <w:color w:val="auto"/>
              </w:rPr>
              <w:t>Opisze</w:t>
            </w:r>
            <w:r w:rsidR="00BE2480">
              <w:rPr>
                <w:rFonts w:ascii="Corbel" w:hAnsi="Corbel"/>
                <w:color w:val="auto"/>
              </w:rPr>
              <w:t xml:space="preserve"> wpływ uprzedzeń i </w:t>
            </w:r>
            <w:r w:rsidR="000A32B5">
              <w:rPr>
                <w:rFonts w:ascii="Corbel" w:hAnsi="Corbel"/>
                <w:color w:val="auto"/>
              </w:rPr>
              <w:t>stereotypów</w:t>
            </w:r>
            <w:r w:rsidR="00BE2480">
              <w:rPr>
                <w:rFonts w:ascii="Corbel" w:hAnsi="Corbel"/>
                <w:color w:val="auto"/>
              </w:rPr>
              <w:t xml:space="preserve"> na funkcjonowanie </w:t>
            </w:r>
            <w:r w:rsidR="000A32B5">
              <w:rPr>
                <w:rFonts w:ascii="Corbel" w:hAnsi="Corbel"/>
                <w:color w:val="auto"/>
              </w:rPr>
              <w:t>jednostki</w:t>
            </w:r>
            <w:r w:rsidR="00BE2480">
              <w:rPr>
                <w:rFonts w:ascii="Corbel" w:hAnsi="Corbel"/>
                <w:color w:val="auto"/>
              </w:rPr>
              <w:t xml:space="preserve">. </w:t>
            </w:r>
          </w:p>
        </w:tc>
        <w:tc>
          <w:tcPr>
            <w:tcW w:w="1873" w:type="dxa"/>
          </w:tcPr>
          <w:p w:rsidR="003C0776" w:rsidRPr="00CE427A" w:rsidRDefault="003C0776" w:rsidP="00CE427A">
            <w:pPr>
              <w:pStyle w:val="Default"/>
              <w:rPr>
                <w:rFonts w:ascii="Corbel" w:hAnsi="Corbel"/>
                <w:smallCaps/>
              </w:rPr>
            </w:pPr>
            <w:r w:rsidRPr="00CE427A">
              <w:rPr>
                <w:rFonts w:ascii="Corbel" w:hAnsi="Corbel"/>
              </w:rPr>
              <w:t>PPiW_U03</w:t>
            </w:r>
          </w:p>
        </w:tc>
      </w:tr>
      <w:tr w:rsidR="003C0776" w:rsidRPr="00CE427A" w:rsidTr="00E174FD">
        <w:tc>
          <w:tcPr>
            <w:tcW w:w="1701" w:type="dxa"/>
          </w:tcPr>
          <w:p w:rsidR="003C0776" w:rsidRPr="00CE427A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0776" w:rsidRPr="00CE427A" w:rsidRDefault="009912BE" w:rsidP="007F6577">
            <w:pPr>
              <w:pStyle w:val="Bezodstpw"/>
              <w:rPr>
                <w:rFonts w:ascii="Corbel" w:hAnsi="Corbel"/>
                <w:b/>
                <w:smallCaps/>
              </w:rPr>
            </w:pPr>
            <w:r w:rsidRPr="002F27D0">
              <w:rPr>
                <w:rFonts w:ascii="Corbel" w:hAnsi="Corbel" w:cs="Arial"/>
                <w:sz w:val="24"/>
                <w:szCs w:val="24"/>
              </w:rPr>
              <w:t xml:space="preserve">Student potrafi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>wymienić czynniki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społeczne 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wpływające na funkcjonowanie uczniów z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uwzględnieniem</w:t>
            </w:r>
            <w:r w:rsidR="002F27D0">
              <w:rPr>
                <w:rFonts w:ascii="Corbel" w:hAnsi="Corbel" w:cs="Arial"/>
                <w:sz w:val="24"/>
                <w:szCs w:val="24"/>
              </w:rPr>
              <w:t xml:space="preserve"> ich</w:t>
            </w:r>
            <w:r w:rsidR="00702361" w:rsidRPr="002F27D0">
              <w:rPr>
                <w:rFonts w:ascii="Corbel" w:hAnsi="Corbel" w:cs="Arial"/>
                <w:sz w:val="24"/>
                <w:szCs w:val="24"/>
              </w:rPr>
              <w:t xml:space="preserve"> specyfiki </w:t>
            </w:r>
            <w:r w:rsidR="002F27D0" w:rsidRPr="002F27D0">
              <w:rPr>
                <w:rFonts w:ascii="Corbel" w:hAnsi="Corbel" w:cs="Arial"/>
                <w:sz w:val="24"/>
                <w:szCs w:val="24"/>
              </w:rPr>
              <w:t>rozwojo</w:t>
            </w:r>
            <w:r w:rsidR="002F27D0">
              <w:rPr>
                <w:rFonts w:ascii="Corbel" w:hAnsi="Corbel" w:cs="Arial"/>
                <w:sz w:val="24"/>
                <w:szCs w:val="24"/>
              </w:rPr>
              <w:t>wej.</w:t>
            </w:r>
          </w:p>
        </w:tc>
        <w:tc>
          <w:tcPr>
            <w:tcW w:w="1873" w:type="dxa"/>
          </w:tcPr>
          <w:p w:rsidR="003C0776" w:rsidRPr="00CE427A" w:rsidRDefault="003C0776" w:rsidP="00C1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PPiW_K06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Podstawowe pojęcia psychologii relacji: samoświadomość, samowiedza.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lastRenderedPageBreak/>
              <w:t>Grupy – zagadnienia podstawowe: definicje grupy, realność grupy, rodzaje grup, etapy powstawania grup.</w:t>
            </w:r>
          </w:p>
        </w:tc>
      </w:tr>
      <w:tr w:rsidR="00B56E1F" w:rsidRPr="00CE427A" w:rsidTr="00CE427A">
        <w:tc>
          <w:tcPr>
            <w:tcW w:w="7938" w:type="dxa"/>
          </w:tcPr>
          <w:p w:rsidR="00CE427A" w:rsidRPr="00CE427A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  <w:p w:rsidR="00B56E1F" w:rsidRPr="00CE427A" w:rsidRDefault="003E106A" w:rsidP="00CE42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noProof/>
                <w:sz w:val="24"/>
                <w:szCs w:val="24"/>
              </w:rPr>
              <w:t>Stereotypy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,</w:t>
            </w:r>
            <w:r w:rsidRPr="00CE427A">
              <w:rPr>
                <w:rFonts w:ascii="Corbel" w:hAnsi="Corbel"/>
                <w:noProof/>
                <w:sz w:val="24"/>
                <w:szCs w:val="24"/>
              </w:rPr>
              <w:t xml:space="preserve"> uprzedzenia</w:t>
            </w:r>
            <w:r w:rsidR="00BA7D12">
              <w:rPr>
                <w:rFonts w:ascii="Corbel" w:hAnsi="Corbel"/>
                <w:noProof/>
                <w:sz w:val="24"/>
                <w:szCs w:val="24"/>
              </w:rPr>
              <w:t>.</w:t>
            </w:r>
          </w:p>
        </w:tc>
      </w:tr>
      <w:tr w:rsidR="00B56E1F" w:rsidRPr="00CE427A" w:rsidTr="00CE427A">
        <w:tc>
          <w:tcPr>
            <w:tcW w:w="7938" w:type="dxa"/>
          </w:tcPr>
          <w:p w:rsidR="00B56E1F" w:rsidRPr="00CE427A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CE427A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  <w:sz w:val="24"/>
          <w:szCs w:val="24"/>
        </w:rPr>
      </w:pPr>
      <w:r w:rsidRPr="00CE427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427A">
        <w:rPr>
          <w:rFonts w:ascii="Corbel" w:hAnsi="Corbel"/>
          <w:sz w:val="24"/>
          <w:szCs w:val="24"/>
        </w:rPr>
        <w:t xml:space="preserve">, </w:t>
      </w:r>
      <w:r w:rsidRPr="00CE427A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Komunikacja interpersonalna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Postawy, zmiana postaw</w:t>
            </w:r>
          </w:p>
        </w:tc>
      </w:tr>
      <w:tr w:rsidR="003E106A" w:rsidRPr="00CE427A" w:rsidTr="00743463">
        <w:tc>
          <w:tcPr>
            <w:tcW w:w="7229" w:type="dxa"/>
          </w:tcPr>
          <w:p w:rsidR="003E106A" w:rsidRPr="00CE427A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Wpływ społeczny, techniki wpływu społecznego</w:t>
            </w:r>
          </w:p>
        </w:tc>
      </w:tr>
      <w:tr w:rsidR="00BA7D12" w:rsidRPr="00CE427A" w:rsidTr="00743463">
        <w:tc>
          <w:tcPr>
            <w:tcW w:w="7229" w:type="dxa"/>
          </w:tcPr>
          <w:p w:rsidR="00BA7D12" w:rsidRPr="00CE427A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B56E1F">
        <w:rPr>
          <w:rFonts w:ascii="Corbel" w:hAnsi="Corbel"/>
          <w:b w:val="0"/>
          <w:smallCaps w:val="0"/>
          <w:szCs w:val="24"/>
        </w:rPr>
        <w:t>Wykład z prezentacją multimedialną</w:t>
      </w:r>
      <w:r w:rsidR="003E106A">
        <w:rPr>
          <w:rFonts w:ascii="Corbel" w:hAnsi="Corbel"/>
          <w:b w:val="0"/>
          <w:smallCaps w:val="0"/>
          <w:szCs w:val="24"/>
        </w:rPr>
        <w:t>, grupy dyskusyjne</w:t>
      </w:r>
      <w:r w:rsidR="00E21667">
        <w:rPr>
          <w:rFonts w:ascii="Corbel" w:hAnsi="Corbel"/>
          <w:b w:val="0"/>
          <w:smallCaps w:val="0"/>
          <w:szCs w:val="24"/>
        </w:rPr>
        <w:t>, ćwiczenia aktywizujące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:rsidR="0085747A" w:rsidRPr="00216238" w:rsidRDefault="00216238" w:rsidP="00FF74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FF7403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FF7403"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  <w:r w:rsidR="00FF7403">
              <w:rPr>
                <w:rFonts w:ascii="Corbel" w:hAnsi="Corbel"/>
                <w:b w:val="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:rsidR="0085747A" w:rsidRPr="009C54AE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FF7403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FF740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85747A" w:rsidRPr="009C54AE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 </w:t>
            </w:r>
            <w:r w:rsidR="007003F7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9C54AE" w:rsidRDefault="00AD083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>EK-03</w:t>
            </w:r>
          </w:p>
        </w:tc>
        <w:tc>
          <w:tcPr>
            <w:tcW w:w="5528" w:type="dxa"/>
          </w:tcPr>
          <w:p w:rsidR="002B7C59" w:rsidRPr="009C54AE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2B7C59" w:rsidRPr="009C54AE" w:rsidRDefault="00A25C85" w:rsidP="00EF664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B7C59" w:rsidRPr="009C54AE" w:rsidTr="00C05F44">
        <w:tc>
          <w:tcPr>
            <w:tcW w:w="1985" w:type="dxa"/>
          </w:tcPr>
          <w:p w:rsidR="002B7C59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B7C59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B7C59" w:rsidRPr="009C54AE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  <w:r w:rsidR="00B80AA9">
        <w:rPr>
          <w:rFonts w:ascii="Corbel" w:hAnsi="Corbel"/>
          <w:b w:val="0"/>
          <w:smallCaps w:val="0"/>
          <w:szCs w:val="24"/>
        </w:rPr>
        <w:t>*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kryteria</w:t>
      </w:r>
      <w:r w:rsidR="00EF6649">
        <w:rPr>
          <w:rFonts w:ascii="Corbel" w:hAnsi="Corbel"/>
          <w:b w:val="0"/>
          <w:smallCaps w:val="0"/>
          <w:szCs w:val="24"/>
        </w:rPr>
        <w:t xml:space="preserve"> dotyczące testu (orientacyjne)</w:t>
      </w:r>
      <w:r w:rsidRPr="00CE427A">
        <w:rPr>
          <w:rFonts w:ascii="Corbel" w:hAnsi="Corbel"/>
          <w:b w:val="0"/>
          <w:smallCaps w:val="0"/>
          <w:szCs w:val="24"/>
        </w:rPr>
        <w:t>: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0-2,5 pkt – nast.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CE427A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CE427A">
        <w:rPr>
          <w:rFonts w:ascii="Corbel" w:hAnsi="Corbel"/>
          <w:b w:val="0"/>
          <w:smallCaps w:val="0"/>
          <w:szCs w:val="24"/>
        </w:rPr>
        <w:t>bdb</w:t>
      </w:r>
      <w:proofErr w:type="spellEnd"/>
    </w:p>
    <w:p w:rsidR="009B53BB" w:rsidRPr="00CE427A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80AA9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427A">
        <w:rPr>
          <w:rFonts w:ascii="Corbel" w:hAnsi="Corbel"/>
          <w:b w:val="0"/>
          <w:smallCaps w:val="0"/>
          <w:szCs w:val="24"/>
        </w:rPr>
        <w:t>2. obecność na wykładach</w:t>
      </w:r>
    </w:p>
    <w:p w:rsidR="009B53BB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3. obecność na ćwiczeniach</w:t>
      </w:r>
      <w:r w:rsidR="009B53BB" w:rsidRPr="00CE427A">
        <w:rPr>
          <w:rFonts w:ascii="Corbel" w:hAnsi="Corbel"/>
          <w:b w:val="0"/>
          <w:smallCaps w:val="0"/>
          <w:szCs w:val="24"/>
        </w:rPr>
        <w:t>.</w:t>
      </w:r>
    </w:p>
    <w:p w:rsidR="009B53BB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4</w:t>
      </w:r>
      <w:r w:rsidR="009B53BB" w:rsidRPr="00CE427A">
        <w:rPr>
          <w:rFonts w:ascii="Corbel" w:hAnsi="Corbel"/>
          <w:b w:val="0"/>
          <w:smallCaps w:val="0"/>
          <w:szCs w:val="24"/>
        </w:rPr>
        <w:t xml:space="preserve">. pozytywna ocena </w:t>
      </w:r>
      <w:r w:rsidR="00910E5D" w:rsidRPr="00CE427A">
        <w:rPr>
          <w:rFonts w:ascii="Corbel" w:hAnsi="Corbel"/>
          <w:b w:val="0"/>
          <w:smallCaps w:val="0"/>
          <w:szCs w:val="24"/>
        </w:rPr>
        <w:t>kolokwium</w:t>
      </w:r>
    </w:p>
    <w:p w:rsidR="00B80AA9" w:rsidRPr="00CE427A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* w przypadku testu kryteria oceny zostaną dostosowane do punktacji testu.</w:t>
      </w:r>
    </w:p>
    <w:p w:rsidR="0085747A" w:rsidRPr="00CE42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9C54AE" w:rsidTr="00E174FD">
        <w:tc>
          <w:tcPr>
            <w:tcW w:w="4962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9C54AE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CE427A" w:rsidRDefault="009A2C53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CE427A" w:rsidRDefault="00EC5CA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E427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E427A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0C5541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CE427A">
              <w:rPr>
                <w:rFonts w:ascii="Corbel" w:hAnsi="Corbel"/>
                <w:sz w:val="24"/>
                <w:szCs w:val="24"/>
              </w:rPr>
              <w:t xml:space="preserve">: studiowanie </w:t>
            </w:r>
          </w:p>
          <w:p w:rsidR="000C5696" w:rsidRDefault="00DA323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literatury</w:t>
            </w:r>
          </w:p>
          <w:p w:rsidR="000C5541" w:rsidRPr="00CE427A" w:rsidRDefault="000C5541" w:rsidP="000C55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cwiczeń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studiowanie literatury</w:t>
            </w:r>
          </w:p>
        </w:tc>
        <w:tc>
          <w:tcPr>
            <w:tcW w:w="4677" w:type="dxa"/>
          </w:tcPr>
          <w:p w:rsidR="000C5696" w:rsidRPr="00CE427A" w:rsidRDefault="000C55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  <w:p w:rsidR="000C5696" w:rsidRPr="00CE427A" w:rsidRDefault="000C5696" w:rsidP="00E174FD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CE427A" w:rsidTr="00E174FD">
        <w:tc>
          <w:tcPr>
            <w:tcW w:w="4962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427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CE427A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427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CE427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427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427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CE427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CE427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6. </w:t>
      </w:r>
      <w:r w:rsidR="0085747A" w:rsidRPr="00CE427A">
        <w:rPr>
          <w:rFonts w:ascii="Corbel" w:hAnsi="Corbel"/>
          <w:smallCaps w:val="0"/>
          <w:szCs w:val="24"/>
        </w:rPr>
        <w:t>PRAKTYKI ZAWO</w:t>
      </w:r>
      <w:r w:rsidR="009C1331" w:rsidRPr="00CE427A">
        <w:rPr>
          <w:rFonts w:ascii="Corbel" w:hAnsi="Corbel"/>
          <w:smallCaps w:val="0"/>
          <w:szCs w:val="24"/>
        </w:rPr>
        <w:t>DOWE W RAMACH PRZEDMIOTU</w:t>
      </w:r>
    </w:p>
    <w:p w:rsidR="0085747A" w:rsidRPr="00CE427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CE427A" w:rsidTr="0071620A">
        <w:trPr>
          <w:trHeight w:val="397"/>
        </w:trPr>
        <w:tc>
          <w:tcPr>
            <w:tcW w:w="3544" w:type="dxa"/>
          </w:tcPr>
          <w:p w:rsidR="0085747A" w:rsidRPr="00CE42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27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CE427A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:rsidR="003E1941" w:rsidRPr="00CE427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427A">
        <w:rPr>
          <w:rFonts w:ascii="Corbel" w:hAnsi="Corbel"/>
          <w:smallCaps w:val="0"/>
          <w:szCs w:val="24"/>
        </w:rPr>
        <w:t xml:space="preserve">7. </w:t>
      </w:r>
      <w:r w:rsidR="0085747A" w:rsidRPr="00CE427A">
        <w:rPr>
          <w:rFonts w:ascii="Corbel" w:hAnsi="Corbel"/>
          <w:smallCaps w:val="0"/>
          <w:szCs w:val="24"/>
        </w:rPr>
        <w:t>LITERATURA</w:t>
      </w:r>
      <w:r w:rsidRPr="00CE427A">
        <w:rPr>
          <w:rFonts w:ascii="Corbel" w:hAnsi="Corbel"/>
          <w:smallCaps w:val="0"/>
          <w:szCs w:val="24"/>
        </w:rPr>
        <w:t xml:space="preserve"> </w:t>
      </w: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1547E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B.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2009</w:t>
            </w:r>
            <w:r w:rsidRPr="005B254B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). Człowiek wśród ludzi. Zarys psychologii społecznej. Warszawa: Wydawnictwo Naukowe Scholar. 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(Rozdziały 2.1, 2.2).</w:t>
            </w:r>
          </w:p>
          <w:p w:rsidR="00D1547E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szCs w:val="18"/>
              </w:rPr>
            </w:pPr>
            <w:r>
              <w:rPr>
                <w:rStyle w:val="apple-style-span"/>
                <w:szCs w:val="18"/>
              </w:rPr>
              <w:t>Aronson, E. (2014). Człowiek istota społeczna. Warszawa: WN PWN (r. 2, 7).</w:t>
            </w:r>
          </w:p>
          <w:p w:rsidR="00D1547E" w:rsidRPr="005B254B" w:rsidRDefault="00D1547E" w:rsidP="004C1362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/>
                <w:b w:val="0"/>
                <w:smallCaps w:val="0"/>
                <w:szCs w:val="24"/>
              </w:rPr>
              <w:t xml:space="preserve">Wosińska, W. (2004). Psychologia życia społecznego. Gdańsk: GWP. (r.2; r.4; r.7)  </w:t>
            </w:r>
          </w:p>
          <w:p w:rsidR="00D1547E" w:rsidRPr="005B254B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</w:p>
          <w:p w:rsidR="00D1547E" w:rsidRPr="009C54A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1547E" w:rsidRPr="009C54AE" w:rsidTr="004C1362">
        <w:trPr>
          <w:trHeight w:val="397"/>
        </w:trPr>
        <w:tc>
          <w:tcPr>
            <w:tcW w:w="7513" w:type="dxa"/>
          </w:tcPr>
          <w:p w:rsidR="00D1547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1547E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proofErr w:type="spellStart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, R. (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2014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)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Wywieranie wpływu na ludzi.</w:t>
            </w: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Teoria i praktyka.</w:t>
            </w:r>
            <w:r w:rsidRPr="00287893"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 xml:space="preserve"> Gdańsk: GWP. </w:t>
            </w:r>
          </w:p>
          <w:p w:rsidR="00D1547E" w:rsidRPr="00287893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eastAsia="Times New Roman" w:hAnsiTheme="minorHAnsi"/>
                <w:bCs/>
                <w:sz w:val="24"/>
                <w:szCs w:val="24"/>
                <w:lang w:eastAsia="pl-PL"/>
              </w:rPr>
              <w:t>Biuletyn Zakładu Psychologii Wgląd – artykuły zadawane na bieżąco w zależności od ich zgodności z tematyką przedmiotu.</w:t>
            </w:r>
          </w:p>
          <w:p w:rsidR="00D1547E" w:rsidRPr="009C54AE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1547E" w:rsidRPr="00CE427A" w:rsidRDefault="00D1547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DA323B" w:rsidRPr="00CE427A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120" w:rsidRDefault="00196120" w:rsidP="00C16ABF">
      <w:pPr>
        <w:spacing w:after="0" w:line="240" w:lineRule="auto"/>
      </w:pPr>
      <w:r>
        <w:separator/>
      </w:r>
    </w:p>
  </w:endnote>
  <w:endnote w:type="continuationSeparator" w:id="0">
    <w:p w:rsidR="00196120" w:rsidRDefault="001961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120" w:rsidRDefault="00196120" w:rsidP="00C16ABF">
      <w:pPr>
        <w:spacing w:after="0" w:line="240" w:lineRule="auto"/>
      </w:pPr>
      <w:r>
        <w:separator/>
      </w:r>
    </w:p>
  </w:footnote>
  <w:footnote w:type="continuationSeparator" w:id="0">
    <w:p w:rsidR="00196120" w:rsidRDefault="00196120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296F"/>
    <w:rsid w:val="000A2A28"/>
    <w:rsid w:val="000A32B5"/>
    <w:rsid w:val="000A6352"/>
    <w:rsid w:val="000B192D"/>
    <w:rsid w:val="000B28EE"/>
    <w:rsid w:val="000B3E37"/>
    <w:rsid w:val="000C13FF"/>
    <w:rsid w:val="000C5541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96120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2477D"/>
    <w:rsid w:val="002278A9"/>
    <w:rsid w:val="002336F9"/>
    <w:rsid w:val="0023734E"/>
    <w:rsid w:val="0024028F"/>
    <w:rsid w:val="00244ABC"/>
    <w:rsid w:val="002748ED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4440"/>
    <w:rsid w:val="005363C4"/>
    <w:rsid w:val="00536BDE"/>
    <w:rsid w:val="00543ACC"/>
    <w:rsid w:val="0056696D"/>
    <w:rsid w:val="00573EF9"/>
    <w:rsid w:val="00581193"/>
    <w:rsid w:val="0059484D"/>
    <w:rsid w:val="005A0855"/>
    <w:rsid w:val="005A3196"/>
    <w:rsid w:val="005A640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6F4631"/>
    <w:rsid w:val="007003F7"/>
    <w:rsid w:val="0070236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27E6"/>
    <w:rsid w:val="007A4022"/>
    <w:rsid w:val="007A6E6E"/>
    <w:rsid w:val="007C3299"/>
    <w:rsid w:val="007C3BCC"/>
    <w:rsid w:val="007C4546"/>
    <w:rsid w:val="007D6E56"/>
    <w:rsid w:val="007F1652"/>
    <w:rsid w:val="007F4155"/>
    <w:rsid w:val="007F6577"/>
    <w:rsid w:val="0081554D"/>
    <w:rsid w:val="0081707E"/>
    <w:rsid w:val="00833B3C"/>
    <w:rsid w:val="008449B3"/>
    <w:rsid w:val="0085747A"/>
    <w:rsid w:val="00884922"/>
    <w:rsid w:val="00885F64"/>
    <w:rsid w:val="008917F9"/>
    <w:rsid w:val="008A09E7"/>
    <w:rsid w:val="008A2C3C"/>
    <w:rsid w:val="008A3538"/>
    <w:rsid w:val="008A45F7"/>
    <w:rsid w:val="008B41D7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519"/>
    <w:rsid w:val="009508DF"/>
    <w:rsid w:val="00950DAC"/>
    <w:rsid w:val="00954A07"/>
    <w:rsid w:val="009912BE"/>
    <w:rsid w:val="00997F14"/>
    <w:rsid w:val="009A2C53"/>
    <w:rsid w:val="009A65A2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85"/>
    <w:rsid w:val="00A26E08"/>
    <w:rsid w:val="00A30110"/>
    <w:rsid w:val="00A36899"/>
    <w:rsid w:val="00A371F6"/>
    <w:rsid w:val="00A43BF6"/>
    <w:rsid w:val="00A476E1"/>
    <w:rsid w:val="00A53FA5"/>
    <w:rsid w:val="00A54817"/>
    <w:rsid w:val="00A601C8"/>
    <w:rsid w:val="00A60799"/>
    <w:rsid w:val="00A84C85"/>
    <w:rsid w:val="00A97DE1"/>
    <w:rsid w:val="00AB053C"/>
    <w:rsid w:val="00AB5FCC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427A"/>
    <w:rsid w:val="00CE5BAC"/>
    <w:rsid w:val="00CF25BE"/>
    <w:rsid w:val="00CF78ED"/>
    <w:rsid w:val="00D02B25"/>
    <w:rsid w:val="00D02EBA"/>
    <w:rsid w:val="00D043D4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E09C0"/>
    <w:rsid w:val="00DE4A14"/>
    <w:rsid w:val="00DF320D"/>
    <w:rsid w:val="00DF71C8"/>
    <w:rsid w:val="00E129B8"/>
    <w:rsid w:val="00E21667"/>
    <w:rsid w:val="00E21E7D"/>
    <w:rsid w:val="00E22FBC"/>
    <w:rsid w:val="00E24BF5"/>
    <w:rsid w:val="00E25338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C5CA1"/>
    <w:rsid w:val="00ED03AB"/>
    <w:rsid w:val="00ED0744"/>
    <w:rsid w:val="00ED1A40"/>
    <w:rsid w:val="00ED32D2"/>
    <w:rsid w:val="00ED7C34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7066B"/>
    <w:rsid w:val="00F83B28"/>
    <w:rsid w:val="00FA0896"/>
    <w:rsid w:val="00FA46E5"/>
    <w:rsid w:val="00FB35AE"/>
    <w:rsid w:val="00FB7DBA"/>
    <w:rsid w:val="00FC1669"/>
    <w:rsid w:val="00FC1C25"/>
    <w:rsid w:val="00FC3F45"/>
    <w:rsid w:val="00FD503F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92942B-5A92-4FAE-9511-094ED39F3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938</Words>
  <Characters>5629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2019-11-04T16:38:00Z</dcterms:created>
  <dcterms:modified xsi:type="dcterms:W3CDTF">2021-10-06T09:04:00Z</dcterms:modified>
</cp:coreProperties>
</file>